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D2D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524F84" w:rsidRDefault="00524F8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24F84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524F84">
        <w:rPr>
          <w:rFonts w:ascii="Corbel" w:hAnsi="Corbel"/>
          <w:b/>
          <w:sz w:val="20"/>
          <w:szCs w:val="20"/>
        </w:rPr>
        <w:t>20</w:t>
      </w:r>
      <w:r w:rsidR="00E43DA5" w:rsidRPr="00524F84">
        <w:rPr>
          <w:rFonts w:ascii="Corbel" w:hAnsi="Corbel"/>
          <w:b/>
          <w:sz w:val="20"/>
          <w:szCs w:val="20"/>
        </w:rPr>
        <w:t>2</w:t>
      </w:r>
      <w:r w:rsidR="005C1D2D">
        <w:rPr>
          <w:rFonts w:ascii="Corbel" w:hAnsi="Corbel"/>
          <w:b/>
          <w:sz w:val="20"/>
          <w:szCs w:val="20"/>
        </w:rPr>
        <w:t>3</w:t>
      </w:r>
      <w:r w:rsidR="00DA4EBE" w:rsidRPr="00524F84">
        <w:rPr>
          <w:rFonts w:ascii="Corbel" w:hAnsi="Corbel"/>
          <w:b/>
          <w:sz w:val="20"/>
          <w:szCs w:val="20"/>
        </w:rPr>
        <w:t>/202</w:t>
      </w:r>
      <w:r w:rsidR="005C1D2D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24F84" w:rsidRDefault="007724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4F84">
              <w:rPr>
                <w:rFonts w:ascii="Corbel" w:hAnsi="Corbel"/>
                <w:sz w:val="24"/>
                <w:szCs w:val="24"/>
              </w:rPr>
              <w:t>Psychologia 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06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3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71B45" w:rsidRDefault="00C71B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B45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B0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24F84" w:rsidRDefault="00DB0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4F84">
              <w:rPr>
                <w:rFonts w:ascii="Corbel" w:hAnsi="Corbel"/>
                <w:sz w:val="24"/>
                <w:szCs w:val="24"/>
              </w:rPr>
              <w:t>r</w:t>
            </w:r>
            <w:r w:rsidR="00CB0A21" w:rsidRPr="00524F84">
              <w:rPr>
                <w:rFonts w:ascii="Corbel" w:hAnsi="Corbel"/>
                <w:sz w:val="24"/>
                <w:szCs w:val="24"/>
              </w:rPr>
              <w:t>ok 2,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B0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848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B5046">
              <w:rPr>
                <w:rFonts w:ascii="Corbel" w:hAnsi="Corbel"/>
                <w:b w:val="0"/>
                <w:sz w:val="24"/>
                <w:szCs w:val="24"/>
              </w:rPr>
              <w:t>Anna Wańczyk-Welc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24F8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24F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24F8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B0A21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B0A21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B0A21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B0A21" w:rsidP="00524F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DB0B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B0A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107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 „Wprowadzenie do psychologii” i „Psychologia rozwoju człowieka”.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071E" w:rsidRPr="009C54AE" w:rsidTr="00F62BCB">
        <w:tc>
          <w:tcPr>
            <w:tcW w:w="845" w:type="dxa"/>
            <w:vAlign w:val="center"/>
          </w:tcPr>
          <w:p w:rsidR="0061071E" w:rsidRPr="009C54AE" w:rsidRDefault="0061071E" w:rsidP="00F62B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61071E" w:rsidRPr="00E31CA4" w:rsidRDefault="0061071E" w:rsidP="00F62B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61071E" w:rsidRPr="009C54AE" w:rsidTr="00F62BCB">
        <w:tc>
          <w:tcPr>
            <w:tcW w:w="845" w:type="dxa"/>
            <w:vAlign w:val="center"/>
          </w:tcPr>
          <w:p w:rsidR="0061071E" w:rsidRPr="009C54AE" w:rsidRDefault="0061071E" w:rsidP="00F62B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1071E" w:rsidRPr="00E31CA4" w:rsidRDefault="0061071E" w:rsidP="00F62B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61071E" w:rsidRPr="009C54AE" w:rsidTr="00F62BCB">
        <w:tc>
          <w:tcPr>
            <w:tcW w:w="845" w:type="dxa"/>
            <w:vAlign w:val="center"/>
          </w:tcPr>
          <w:p w:rsidR="0061071E" w:rsidRPr="009C54AE" w:rsidRDefault="0061071E" w:rsidP="00F62B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:rsidR="0061071E" w:rsidRPr="00E31CA4" w:rsidRDefault="0061071E" w:rsidP="00F62B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</w:t>
            </w:r>
            <w:r w:rsidR="008F30A2">
              <w:rPr>
                <w:rFonts w:ascii="Corbel" w:hAnsi="Corbel"/>
                <w:b w:val="0"/>
                <w:bCs/>
                <w:sz w:val="24"/>
                <w:szCs w:val="24"/>
              </w:rPr>
              <w:t>zedstawienie różnych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stylów wychowania, w sposób pozwalający na zidentyfikowanie ich praktycznych konsekwencji</w:t>
            </w:r>
          </w:p>
        </w:tc>
      </w:tr>
      <w:tr w:rsidR="0061071E" w:rsidRPr="009C54AE" w:rsidTr="00F62BCB">
        <w:tc>
          <w:tcPr>
            <w:tcW w:w="845" w:type="dxa"/>
            <w:vAlign w:val="center"/>
          </w:tcPr>
          <w:p w:rsidR="0061071E" w:rsidRPr="009C54AE" w:rsidRDefault="0061071E" w:rsidP="00F62B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61071E" w:rsidRPr="00E31CA4" w:rsidRDefault="008F30A2" w:rsidP="008F30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E4DF3">
              <w:rPr>
                <w:rFonts w:ascii="Corbel" w:hAnsi="Corbel"/>
                <w:b w:val="0"/>
                <w:sz w:val="24"/>
                <w:szCs w:val="24"/>
              </w:rPr>
              <w:t xml:space="preserve">rawidłowe wykorzystywanie przez studentów nabytej wiedzy i umiejętności w codziennej zawodowej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wychowawczej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C4DB7" w:rsidRPr="009C54AE" w:rsidTr="00D02055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4DB7" w:rsidRPr="009C54AE" w:rsidTr="00D02055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5974F0" w:rsidRDefault="008F30A2" w:rsidP="008F3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Student nazwie i zanalizuje </w:t>
            </w:r>
            <w:r w:rsidR="00D02055" w:rsidRPr="005974F0">
              <w:rPr>
                <w:rFonts w:ascii="Corbel" w:hAnsi="Corbel"/>
                <w:b w:val="0"/>
                <w:smallCaps w:val="0"/>
                <w:szCs w:val="24"/>
              </w:rPr>
              <w:t>etapy rozwoju</w:t>
            </w:r>
            <w:r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 człowieka w kontekście oddziaływań wychowawczych, z uwzględnieniem szczególnej roli rodziny w tym procesie.  </w:t>
            </w:r>
          </w:p>
        </w:tc>
        <w:tc>
          <w:tcPr>
            <w:tcW w:w="1865" w:type="dxa"/>
          </w:tcPr>
          <w:p w:rsidR="0085747A" w:rsidRPr="00DB0B55" w:rsidRDefault="00DB0B55" w:rsidP="00DB0B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K_W04</w:t>
            </w:r>
          </w:p>
        </w:tc>
      </w:tr>
      <w:tr w:rsidR="00FC4DB7" w:rsidRPr="009C54AE" w:rsidTr="00D02055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5974F0" w:rsidRDefault="008F30A2" w:rsidP="00FC4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4F0">
              <w:rPr>
                <w:rFonts w:ascii="Corbel" w:hAnsi="Corbel"/>
                <w:b w:val="0"/>
                <w:smallCaps w:val="0"/>
                <w:szCs w:val="24"/>
              </w:rPr>
              <w:t>Student opisze</w:t>
            </w:r>
            <w:r w:rsidR="0061071E"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 przebieg procesu wychowania</w:t>
            </w:r>
            <w:r w:rsidRPr="005974F0">
              <w:rPr>
                <w:rFonts w:ascii="Corbel" w:hAnsi="Corbel"/>
                <w:b w:val="0"/>
                <w:smallCaps w:val="0"/>
                <w:szCs w:val="24"/>
              </w:rPr>
              <w:t>, mechanizmy i style wychowawcze</w:t>
            </w:r>
            <w:r w:rsidR="0061071E"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 w kontekście </w:t>
            </w:r>
            <w:r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współczesnych </w:t>
            </w:r>
            <w:r w:rsidR="0061071E" w:rsidRPr="005974F0">
              <w:rPr>
                <w:rFonts w:ascii="Corbel" w:hAnsi="Corbel"/>
                <w:b w:val="0"/>
                <w:smallCaps w:val="0"/>
                <w:szCs w:val="24"/>
              </w:rPr>
              <w:t xml:space="preserve">przemian </w:t>
            </w:r>
            <w:r w:rsidR="00FC4DB7" w:rsidRPr="005974F0">
              <w:rPr>
                <w:rFonts w:ascii="Corbel" w:hAnsi="Corbel"/>
                <w:b w:val="0"/>
                <w:smallCaps w:val="0"/>
                <w:szCs w:val="24"/>
              </w:rPr>
              <w:t>rodziny oraz wykryje czynniki je determinujące.</w:t>
            </w:r>
          </w:p>
        </w:tc>
        <w:tc>
          <w:tcPr>
            <w:tcW w:w="1865" w:type="dxa"/>
          </w:tcPr>
          <w:p w:rsidR="0085747A" w:rsidRPr="009C54AE" w:rsidRDefault="00DB0B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K_W06</w:t>
            </w:r>
          </w:p>
        </w:tc>
      </w:tr>
      <w:tr w:rsidR="00FC4DB7" w:rsidRPr="009C54AE" w:rsidTr="00D02055">
        <w:tc>
          <w:tcPr>
            <w:tcW w:w="1679" w:type="dxa"/>
          </w:tcPr>
          <w:p w:rsidR="00DB0B55" w:rsidRPr="009C54AE" w:rsidRDefault="00DB0B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DB0B55" w:rsidRPr="0061071E" w:rsidRDefault="005974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zauważy i prawidłowo zinterpretuje różne zachowania dziecka oraz zaprojektuje </w:t>
            </w:r>
            <w:r w:rsidRPr="005974F0">
              <w:rPr>
                <w:rFonts w:ascii="Corbel" w:hAnsi="Corbel"/>
                <w:b w:val="0"/>
                <w:smallCaps w:val="0"/>
                <w:szCs w:val="24"/>
              </w:rPr>
              <w:t>własne działania wychowawcze na rzecz rodziny.</w:t>
            </w:r>
          </w:p>
        </w:tc>
        <w:tc>
          <w:tcPr>
            <w:tcW w:w="1865" w:type="dxa"/>
          </w:tcPr>
          <w:p w:rsidR="005974F0" w:rsidRDefault="00DB0B5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</w:rPr>
            </w:pPr>
            <w:r>
              <w:rPr>
                <w:rFonts w:ascii="Corbel" w:hAnsi="Corbel"/>
                <w:b w:val="0"/>
                <w:szCs w:val="20"/>
              </w:rPr>
              <w:t>K_U02</w:t>
            </w:r>
            <w:r w:rsidR="005974F0" w:rsidRPr="00DB0B55">
              <w:rPr>
                <w:rFonts w:ascii="Corbel" w:hAnsi="Corbel"/>
                <w:b w:val="0"/>
                <w:szCs w:val="20"/>
              </w:rPr>
              <w:t xml:space="preserve"> </w:t>
            </w:r>
          </w:p>
          <w:p w:rsidR="00DB0B55" w:rsidRPr="009C54AE" w:rsidRDefault="005974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B55">
              <w:rPr>
                <w:rFonts w:ascii="Corbel" w:hAnsi="Corbel"/>
                <w:b w:val="0"/>
                <w:szCs w:val="20"/>
              </w:rPr>
              <w:t>K_K03</w:t>
            </w:r>
          </w:p>
        </w:tc>
      </w:tr>
      <w:tr w:rsidR="00D02055" w:rsidRPr="009C54AE" w:rsidTr="00D02055">
        <w:tc>
          <w:tcPr>
            <w:tcW w:w="1679" w:type="dxa"/>
          </w:tcPr>
          <w:p w:rsidR="00D02055" w:rsidRDefault="00637A5D" w:rsidP="00D02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D02055" w:rsidRPr="009C54AE" w:rsidRDefault="00637A5D" w:rsidP="005974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Korzystając z własnych kompetencji wychowawczych s</w:t>
            </w:r>
            <w:r w:rsidR="005974F0">
              <w:rPr>
                <w:rFonts w:ascii="Corbel" w:hAnsi="Corbel"/>
                <w:b w:val="0"/>
                <w:smallCaps w:val="0"/>
                <w:szCs w:val="24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wesprze działania wychowawcze członków rodziny, aby formować właściwe zachowania i postawy dzieci.</w:t>
            </w:r>
          </w:p>
        </w:tc>
        <w:tc>
          <w:tcPr>
            <w:tcW w:w="1865" w:type="dxa"/>
          </w:tcPr>
          <w:p w:rsidR="00637A5D" w:rsidRDefault="00637A5D" w:rsidP="00D02055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</w:rPr>
            </w:pPr>
            <w:r>
              <w:rPr>
                <w:rFonts w:ascii="Corbel" w:hAnsi="Corbel"/>
                <w:b w:val="0"/>
                <w:szCs w:val="20"/>
              </w:rPr>
              <w:t xml:space="preserve">K_U05 </w:t>
            </w:r>
          </w:p>
          <w:p w:rsidR="00D02055" w:rsidRDefault="00637A5D" w:rsidP="00D02055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</w:rPr>
            </w:pPr>
            <w:r w:rsidRPr="00DB0B55">
              <w:rPr>
                <w:rFonts w:ascii="Corbel" w:hAnsi="Corbel"/>
                <w:b w:val="0"/>
                <w:szCs w:val="2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815E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5E5" w:rsidRPr="009C54AE" w:rsidTr="008815E5">
        <w:tc>
          <w:tcPr>
            <w:tcW w:w="9520" w:type="dxa"/>
          </w:tcPr>
          <w:p w:rsidR="008815E5" w:rsidRPr="00F35E84" w:rsidRDefault="008815E5" w:rsidP="008815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5E84">
              <w:rPr>
                <w:rStyle w:val="Pogrubienie"/>
                <w:rFonts w:ascii="Corbel" w:hAnsi="Corbel" w:cs="Arial"/>
                <w:b w:val="0"/>
                <w:bCs w:val="0"/>
                <w:sz w:val="24"/>
              </w:rPr>
              <w:t>Podstawowe problemy psychologii wychowania.</w:t>
            </w:r>
          </w:p>
        </w:tc>
      </w:tr>
      <w:tr w:rsidR="008815E5" w:rsidRPr="009C54AE" w:rsidTr="008815E5">
        <w:tc>
          <w:tcPr>
            <w:tcW w:w="9520" w:type="dxa"/>
          </w:tcPr>
          <w:p w:rsidR="008815E5" w:rsidRPr="00F35E84" w:rsidRDefault="008815E5" w:rsidP="00C651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5E84">
              <w:rPr>
                <w:rFonts w:ascii="Corbel" w:hAnsi="Corbel" w:cs="Arial"/>
                <w:sz w:val="24"/>
              </w:rPr>
              <w:t xml:space="preserve">Wychowanie </w:t>
            </w:r>
            <w:r w:rsidR="00C65123" w:rsidRPr="00F35E84">
              <w:rPr>
                <w:rFonts w:ascii="Corbel" w:hAnsi="Corbel" w:cs="Arial"/>
                <w:sz w:val="24"/>
              </w:rPr>
              <w:t>jako wspieranie osoby w rozwoju</w:t>
            </w:r>
            <w:r w:rsidRPr="00F35E84">
              <w:rPr>
                <w:rFonts w:ascii="Corbel" w:hAnsi="Corbel" w:cs="Arial"/>
                <w:sz w:val="24"/>
              </w:rPr>
              <w:t xml:space="preserve">. </w:t>
            </w:r>
            <w:r w:rsidR="00C65123" w:rsidRPr="00F35E84">
              <w:rPr>
                <w:rFonts w:ascii="Corbel" w:hAnsi="Corbel" w:cs="Arial"/>
                <w:sz w:val="24"/>
              </w:rPr>
              <w:t xml:space="preserve">Teorie rozwoju a wychowanie. </w:t>
            </w:r>
          </w:p>
        </w:tc>
      </w:tr>
      <w:tr w:rsidR="00C65123" w:rsidRPr="009C54AE" w:rsidTr="008815E5">
        <w:tc>
          <w:tcPr>
            <w:tcW w:w="9520" w:type="dxa"/>
          </w:tcPr>
          <w:p w:rsidR="00C65123" w:rsidRPr="00F35E84" w:rsidRDefault="00C65123" w:rsidP="00C65123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F35E84">
              <w:rPr>
                <w:rFonts w:ascii="Corbel" w:hAnsi="Corbel" w:cs="Arial"/>
                <w:sz w:val="24"/>
              </w:rPr>
              <w:t>Rola wychowania na poszczególnych etapach rozwoju człowieka.</w:t>
            </w:r>
          </w:p>
        </w:tc>
      </w:tr>
      <w:tr w:rsidR="00C65123" w:rsidRPr="009C54AE" w:rsidTr="008815E5">
        <w:tc>
          <w:tcPr>
            <w:tcW w:w="9520" w:type="dxa"/>
          </w:tcPr>
          <w:p w:rsidR="00C65123" w:rsidRPr="00F35E84" w:rsidRDefault="00C65123" w:rsidP="00C65123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F35E84">
              <w:rPr>
                <w:rFonts w:ascii="Corbel" w:hAnsi="Corbel" w:cs="Arial"/>
                <w:sz w:val="24"/>
              </w:rPr>
              <w:t>Wychowanie w kontekście przemian poglądów na dziecko i dzieciństwo – od starożytności do czasów współczesnych.</w:t>
            </w:r>
          </w:p>
        </w:tc>
      </w:tr>
      <w:tr w:rsidR="008815E5" w:rsidRPr="009C54AE" w:rsidTr="008815E5">
        <w:tc>
          <w:tcPr>
            <w:tcW w:w="9520" w:type="dxa"/>
          </w:tcPr>
          <w:p w:rsidR="008815E5" w:rsidRPr="00F35E84" w:rsidRDefault="00C65123" w:rsidP="008815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5E84">
              <w:rPr>
                <w:rFonts w:ascii="Corbel" w:hAnsi="Corbel" w:cs="Arial"/>
                <w:sz w:val="24"/>
              </w:rPr>
              <w:t>S</w:t>
            </w:r>
            <w:r w:rsidR="008815E5" w:rsidRPr="00F35E84">
              <w:rPr>
                <w:rFonts w:ascii="Corbel" w:hAnsi="Corbel" w:cs="Arial"/>
                <w:sz w:val="24"/>
              </w:rPr>
              <w:t xml:space="preserve">tyle </w:t>
            </w:r>
            <w:r w:rsidRPr="00F35E84">
              <w:rPr>
                <w:rFonts w:ascii="Corbel" w:hAnsi="Corbel" w:cs="Arial"/>
                <w:sz w:val="24"/>
              </w:rPr>
              <w:t>i postawy wychowawcze oraz</w:t>
            </w:r>
            <w:r w:rsidR="008815E5" w:rsidRPr="00F35E84">
              <w:rPr>
                <w:rFonts w:ascii="Corbel" w:hAnsi="Corbel" w:cs="Arial"/>
                <w:sz w:val="24"/>
              </w:rPr>
              <w:t xml:space="preserve"> ich praktyczne konsekwencje.</w:t>
            </w:r>
          </w:p>
        </w:tc>
      </w:tr>
      <w:tr w:rsidR="008815E5" w:rsidRPr="009C54AE" w:rsidTr="008815E5">
        <w:tc>
          <w:tcPr>
            <w:tcW w:w="9520" w:type="dxa"/>
          </w:tcPr>
          <w:p w:rsidR="008815E5" w:rsidRPr="00F35E84" w:rsidRDefault="008815E5" w:rsidP="008815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5E84">
              <w:rPr>
                <w:rFonts w:ascii="Corbel" w:hAnsi="Corbel" w:cs="Arial"/>
                <w:sz w:val="24"/>
              </w:rPr>
              <w:t>Mechanizmy i techniki wychowawcze.</w:t>
            </w:r>
          </w:p>
        </w:tc>
      </w:tr>
      <w:tr w:rsidR="008815E5" w:rsidRPr="009C54AE" w:rsidTr="008815E5">
        <w:tc>
          <w:tcPr>
            <w:tcW w:w="9520" w:type="dxa"/>
          </w:tcPr>
          <w:p w:rsidR="008815E5" w:rsidRPr="00F35E84" w:rsidRDefault="008815E5" w:rsidP="008815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5E84">
              <w:rPr>
                <w:rFonts w:ascii="Corbel" w:hAnsi="Corbel" w:cs="Arial"/>
                <w:sz w:val="24"/>
              </w:rPr>
              <w:t>Różnice indywidualne w rozwoju dzieci i młodzieży jako przesłanka dla zróżnicowania oddziaływań wychowawczych.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B604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B6046">
        <w:tc>
          <w:tcPr>
            <w:tcW w:w="9520" w:type="dxa"/>
          </w:tcPr>
          <w:p w:rsidR="0085747A" w:rsidRPr="009C54AE" w:rsidRDefault="008815E5" w:rsidP="004B6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815E5">
              <w:rPr>
                <w:rFonts w:ascii="Corbel" w:hAnsi="Corbel"/>
                <w:sz w:val="24"/>
                <w:szCs w:val="24"/>
              </w:rPr>
              <w:t>omu</w:t>
            </w:r>
            <w:r w:rsidR="004B6046">
              <w:rPr>
                <w:rFonts w:ascii="Corbel" w:hAnsi="Corbel"/>
                <w:sz w:val="24"/>
                <w:szCs w:val="24"/>
              </w:rPr>
              <w:t>nikacja w rodzinie - z</w:t>
            </w:r>
            <w:r w:rsidRPr="008815E5">
              <w:rPr>
                <w:rFonts w:ascii="Corbel" w:hAnsi="Corbel"/>
                <w:sz w:val="24"/>
                <w:szCs w:val="24"/>
              </w:rPr>
              <w:t>asady skutecznej komunikacji</w:t>
            </w:r>
            <w:r w:rsidR="004B6046">
              <w:rPr>
                <w:rFonts w:ascii="Corbel" w:hAnsi="Corbel"/>
                <w:sz w:val="24"/>
                <w:szCs w:val="24"/>
              </w:rPr>
              <w:t xml:space="preserve"> w sytuacjach wychowawczych</w:t>
            </w:r>
            <w:r w:rsidRPr="008815E5">
              <w:rPr>
                <w:rFonts w:ascii="Corbel" w:hAnsi="Corbel"/>
                <w:sz w:val="24"/>
                <w:szCs w:val="24"/>
              </w:rPr>
              <w:t>, zakłócenia w procesie komunikacji.</w:t>
            </w:r>
          </w:p>
        </w:tc>
      </w:tr>
      <w:tr w:rsidR="0085747A" w:rsidRPr="009C54AE" w:rsidTr="004B6046">
        <w:tc>
          <w:tcPr>
            <w:tcW w:w="9520" w:type="dxa"/>
          </w:tcPr>
          <w:p w:rsidR="0085747A" w:rsidRPr="009C54AE" w:rsidRDefault="004B6046" w:rsidP="004B6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5E5">
              <w:rPr>
                <w:rFonts w:ascii="Corbel" w:hAnsi="Corbel"/>
                <w:sz w:val="24"/>
                <w:szCs w:val="24"/>
              </w:rPr>
              <w:t xml:space="preserve">Komunikacja asertywna w relacji z wychowankiem. </w:t>
            </w:r>
          </w:p>
        </w:tc>
      </w:tr>
      <w:tr w:rsidR="004B6046" w:rsidRPr="009C54AE" w:rsidTr="004B6046">
        <w:tc>
          <w:tcPr>
            <w:tcW w:w="9520" w:type="dxa"/>
          </w:tcPr>
          <w:p w:rsidR="004B6046" w:rsidRPr="008815E5" w:rsidRDefault="004B6046" w:rsidP="004B6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8815E5">
              <w:rPr>
                <w:rFonts w:ascii="Corbel" w:hAnsi="Corbel"/>
                <w:sz w:val="24"/>
                <w:szCs w:val="24"/>
              </w:rPr>
              <w:t>kuteczne techniki komunikacyjno-wychowawcze.</w:t>
            </w:r>
          </w:p>
        </w:tc>
      </w:tr>
      <w:tr w:rsidR="004B6046" w:rsidRPr="009C54AE" w:rsidTr="004B6046">
        <w:tc>
          <w:tcPr>
            <w:tcW w:w="9520" w:type="dxa"/>
          </w:tcPr>
          <w:p w:rsidR="004B6046" w:rsidRDefault="004B6046" w:rsidP="004B6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treningu umiejętności wychowawczych.</w:t>
            </w:r>
          </w:p>
        </w:tc>
      </w:tr>
      <w:tr w:rsidR="004B6046" w:rsidRPr="009C54AE" w:rsidTr="004B6046">
        <w:tc>
          <w:tcPr>
            <w:tcW w:w="9520" w:type="dxa"/>
          </w:tcPr>
          <w:p w:rsidR="004B6046" w:rsidRDefault="004B6046" w:rsidP="004B60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własnych kompetencji wychowawczych.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35E84" w:rsidRDefault="00F35E8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35E84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85747A" w:rsidRPr="00153C41" w:rsidRDefault="00153C41" w:rsidP="00F35E8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F35E84">
        <w:rPr>
          <w:rFonts w:ascii="Corbel" w:hAnsi="Corbel"/>
          <w:b w:val="0"/>
          <w:i/>
          <w:smallCaps w:val="0"/>
          <w:sz w:val="20"/>
          <w:szCs w:val="20"/>
        </w:rPr>
        <w:t xml:space="preserve"> oraz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F35E84">
        <w:rPr>
          <w:rFonts w:ascii="Corbel" w:hAnsi="Corbel"/>
          <w:b w:val="0"/>
          <w:i/>
          <w:smallCaps w:val="0"/>
          <w:sz w:val="20"/>
          <w:szCs w:val="20"/>
        </w:rPr>
        <w:t xml:space="preserve"> ćwiczenia indywidualne, formuła „</w:t>
      </w:r>
      <w:proofErr w:type="spellStart"/>
      <w:r w:rsidR="00F35E84">
        <w:rPr>
          <w:rFonts w:ascii="Corbel" w:hAnsi="Corbel"/>
          <w:b w:val="0"/>
          <w:i/>
          <w:smallCaps w:val="0"/>
          <w:sz w:val="20"/>
          <w:szCs w:val="20"/>
        </w:rPr>
        <w:t>case</w:t>
      </w:r>
      <w:proofErr w:type="spellEnd"/>
      <w:r w:rsidR="00F35E8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proofErr w:type="spellStart"/>
      <w:r w:rsidR="00F35E84">
        <w:rPr>
          <w:rFonts w:ascii="Corbel" w:hAnsi="Corbel"/>
          <w:b w:val="0"/>
          <w:i/>
          <w:smallCaps w:val="0"/>
          <w:sz w:val="20"/>
          <w:szCs w:val="20"/>
        </w:rPr>
        <w:t>study</w:t>
      </w:r>
      <w:proofErr w:type="spellEnd"/>
      <w:r w:rsidR="00F35E84">
        <w:rPr>
          <w:rFonts w:ascii="Corbel" w:hAnsi="Corbel"/>
          <w:b w:val="0"/>
          <w:i/>
          <w:smallCaps w:val="0"/>
          <w:sz w:val="20"/>
          <w:szCs w:val="20"/>
        </w:rPr>
        <w:t>”.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35E8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24F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524F8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E84" w:rsidRPr="009C54AE" w:rsidTr="00F35E84">
        <w:tc>
          <w:tcPr>
            <w:tcW w:w="1962" w:type="dxa"/>
          </w:tcPr>
          <w:p w:rsidR="00F35E84" w:rsidRPr="009C54AE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F35E84" w:rsidRPr="00F35E8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F35E84" w:rsidRPr="00F35E8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35E84" w:rsidRPr="009C54AE" w:rsidTr="00F35E84">
        <w:tc>
          <w:tcPr>
            <w:tcW w:w="1962" w:type="dxa"/>
          </w:tcPr>
          <w:p w:rsidR="00F35E84" w:rsidRPr="009C54AE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F35E84" w:rsidRPr="00F35E8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F35E84" w:rsidRPr="00F35E8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35E84" w:rsidRPr="009C54AE" w:rsidTr="00F35E84">
        <w:tc>
          <w:tcPr>
            <w:tcW w:w="1962" w:type="dxa"/>
          </w:tcPr>
          <w:p w:rsidR="00F35E84" w:rsidRPr="009C54AE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35E84" w:rsidRPr="00F35E8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obserwacja, kolokwium</w:t>
            </w:r>
          </w:p>
        </w:tc>
        <w:tc>
          <w:tcPr>
            <w:tcW w:w="2117" w:type="dxa"/>
          </w:tcPr>
          <w:p w:rsidR="00F35E84" w:rsidRPr="00F35E84" w:rsidRDefault="00524F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5E84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35E84" w:rsidRPr="00F35E8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35E84" w:rsidRPr="009C54AE" w:rsidTr="00F35E84">
        <w:tc>
          <w:tcPr>
            <w:tcW w:w="1962" w:type="dxa"/>
          </w:tcPr>
          <w:p w:rsidR="00F35E8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35E84" w:rsidRPr="00F35E8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</w:t>
            </w:r>
          </w:p>
        </w:tc>
        <w:tc>
          <w:tcPr>
            <w:tcW w:w="2117" w:type="dxa"/>
          </w:tcPr>
          <w:p w:rsidR="00F35E84" w:rsidRPr="00F35E84" w:rsidRDefault="00524F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5E84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35E84" w:rsidRPr="00F35E8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F35E84" w:rsidRPr="000E6334" w:rsidRDefault="00F35E84" w:rsidP="00F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:rsidR="0085747A" w:rsidRPr="009C54AE" w:rsidRDefault="00F35E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rakcie zajęć, poprawne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 odpowiedzi na pytania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35E84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35E84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F35E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</w:t>
            </w:r>
            <w:r w:rsidR="00FB45C4">
              <w:rPr>
                <w:rFonts w:ascii="Corbel" w:hAnsi="Corbel"/>
                <w:sz w:val="24"/>
                <w:szCs w:val="24"/>
              </w:rPr>
              <w:t>, przygotowanie do kolokwium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505B1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505B1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B0A21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5444" w:rsidRDefault="006C5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  <w:p w:rsidR="00506576" w:rsidRDefault="00506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Całusińska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M., Malinowski, W. (2016). Trening umiejętności wychowawczych. Sopot: GWP.</w:t>
            </w:r>
          </w:p>
          <w:p w:rsidR="006C5444" w:rsidRDefault="006C5444" w:rsidP="006C54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Gordon, T. (2016</w:t>
            </w:r>
            <w:r w:rsidRPr="006C5444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). Wychowanie bez porażek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w praktyce</w:t>
            </w:r>
            <w:r w:rsidRPr="006C5444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 Warszawa: Instytut Wydawniczy PAX.</w:t>
            </w:r>
          </w:p>
          <w:p w:rsidR="006C5444" w:rsidRPr="009C54AE" w:rsidRDefault="00506576" w:rsidP="006C54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(2013</w:t>
            </w:r>
            <w:r w:rsidR="006C5444" w:rsidRPr="006C5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 Jak mówić, żeby dzieci nas słuchały. Jak słuchać, żeby dzieci do nas mówiły. Poznań: Wydawnictwo Media Rodzina.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C5444" w:rsidRDefault="006C5444" w:rsidP="006C5444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 w:rsidRPr="006C5444">
              <w:rPr>
                <w:rFonts w:ascii="Corbel" w:hAnsi="Corbel"/>
                <w:sz w:val="24"/>
              </w:rPr>
              <w:t>Dembo</w:t>
            </w:r>
            <w:proofErr w:type="spellEnd"/>
            <w:r w:rsidRPr="006C5444">
              <w:rPr>
                <w:rFonts w:ascii="Corbel" w:hAnsi="Corbel"/>
                <w:sz w:val="24"/>
              </w:rPr>
              <w:t>, M. H. (1997). Stosowana psychologia wychowawcza. Warszawa: WSiP.</w:t>
            </w:r>
          </w:p>
          <w:p w:rsidR="006C5444" w:rsidRPr="006C5444" w:rsidRDefault="006C5444" w:rsidP="006C54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Gordon, T. (2007</w:t>
            </w:r>
            <w:r w:rsidRPr="006C5444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). Wychowanie bez porażek. Warszawa: Instytut Wydawniczy PAX.</w:t>
            </w:r>
          </w:p>
          <w:p w:rsidR="006C5444" w:rsidRPr="006C5444" w:rsidRDefault="006C5444" w:rsidP="006C54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444">
              <w:rPr>
                <w:rFonts w:ascii="Corbel" w:hAnsi="Corbel"/>
                <w:b w:val="0"/>
                <w:smallCaps w:val="0"/>
                <w:szCs w:val="24"/>
              </w:rPr>
              <w:t>Obuchowska I. (1996). Drogi dorastania. Warszawa: PWN</w:t>
            </w:r>
          </w:p>
          <w:p w:rsidR="006C5444" w:rsidRPr="00B7698C" w:rsidRDefault="006C5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444">
              <w:rPr>
                <w:rFonts w:ascii="Corbel" w:hAnsi="Corbel"/>
                <w:b w:val="0"/>
                <w:smallCaps w:val="0"/>
                <w:szCs w:val="24"/>
              </w:rPr>
              <w:t>Przetacznik-Gierowska M. i Makiełło-Jarża G. (1992). Psychologia rozwojowa i wychowawcza wieku dziecięcego. Warszawa: WSiP.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A5A" w:rsidRDefault="003A4A5A" w:rsidP="00C16ABF">
      <w:pPr>
        <w:spacing w:after="0" w:line="240" w:lineRule="auto"/>
      </w:pPr>
      <w:r>
        <w:separator/>
      </w:r>
    </w:p>
  </w:endnote>
  <w:endnote w:type="continuationSeparator" w:id="0">
    <w:p w:rsidR="003A4A5A" w:rsidRDefault="003A4A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A5A" w:rsidRDefault="003A4A5A" w:rsidP="00C16ABF">
      <w:pPr>
        <w:spacing w:after="0" w:line="240" w:lineRule="auto"/>
      </w:pPr>
      <w:r>
        <w:separator/>
      </w:r>
    </w:p>
  </w:footnote>
  <w:footnote w:type="continuationSeparator" w:id="0">
    <w:p w:rsidR="003A4A5A" w:rsidRDefault="003A4A5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0F6C5E"/>
    <w:multiLevelType w:val="hybridMultilevel"/>
    <w:tmpl w:val="6C6A92F8"/>
    <w:lvl w:ilvl="0" w:tplc="C0144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F03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007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2D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A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8A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CF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21B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8D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E7F29"/>
    <w:multiLevelType w:val="hybridMultilevel"/>
    <w:tmpl w:val="6C6A92F8"/>
    <w:lvl w:ilvl="0" w:tplc="C0144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F03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007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2D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A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8A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CF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21B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8D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731B7"/>
    <w:multiLevelType w:val="hybridMultilevel"/>
    <w:tmpl w:val="EFBCA54A"/>
    <w:lvl w:ilvl="0" w:tplc="A6DCDF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90AF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1EC2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90D1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8CD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64D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265B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3003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22B2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C1350B"/>
    <w:multiLevelType w:val="hybridMultilevel"/>
    <w:tmpl w:val="6C6A92F8"/>
    <w:lvl w:ilvl="0" w:tplc="C0144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F03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007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2D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A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8A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CF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21B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8D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5B1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1E2F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380"/>
    <w:rsid w:val="003151C5"/>
    <w:rsid w:val="00320935"/>
    <w:rsid w:val="0032250A"/>
    <w:rsid w:val="003343CF"/>
    <w:rsid w:val="00346FE9"/>
    <w:rsid w:val="0034759A"/>
    <w:rsid w:val="003503F6"/>
    <w:rsid w:val="003530DD"/>
    <w:rsid w:val="00363F78"/>
    <w:rsid w:val="003A0A5B"/>
    <w:rsid w:val="003A1176"/>
    <w:rsid w:val="003A4A5A"/>
    <w:rsid w:val="003B504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0E54"/>
    <w:rsid w:val="00471326"/>
    <w:rsid w:val="0047598D"/>
    <w:rsid w:val="004817FA"/>
    <w:rsid w:val="004840FD"/>
    <w:rsid w:val="00490F7D"/>
    <w:rsid w:val="00491678"/>
    <w:rsid w:val="004968E2"/>
    <w:rsid w:val="004A3EEA"/>
    <w:rsid w:val="004A4D1F"/>
    <w:rsid w:val="004B6046"/>
    <w:rsid w:val="004B7F48"/>
    <w:rsid w:val="004D5282"/>
    <w:rsid w:val="004F1551"/>
    <w:rsid w:val="004F55A3"/>
    <w:rsid w:val="0050496F"/>
    <w:rsid w:val="00506576"/>
    <w:rsid w:val="00513B6F"/>
    <w:rsid w:val="00517C63"/>
    <w:rsid w:val="00524F84"/>
    <w:rsid w:val="00526C94"/>
    <w:rsid w:val="005363C4"/>
    <w:rsid w:val="00536BDE"/>
    <w:rsid w:val="00543ACC"/>
    <w:rsid w:val="0056696D"/>
    <w:rsid w:val="00573EF9"/>
    <w:rsid w:val="0059484D"/>
    <w:rsid w:val="005974F0"/>
    <w:rsid w:val="005A0855"/>
    <w:rsid w:val="005A3196"/>
    <w:rsid w:val="005C080F"/>
    <w:rsid w:val="005C1D2D"/>
    <w:rsid w:val="005C55E5"/>
    <w:rsid w:val="005C696A"/>
    <w:rsid w:val="005E6E85"/>
    <w:rsid w:val="005F31D2"/>
    <w:rsid w:val="0061029B"/>
    <w:rsid w:val="0061071E"/>
    <w:rsid w:val="00617230"/>
    <w:rsid w:val="00621CE1"/>
    <w:rsid w:val="00627FC9"/>
    <w:rsid w:val="00637A5D"/>
    <w:rsid w:val="00647FA8"/>
    <w:rsid w:val="00650C5F"/>
    <w:rsid w:val="00654934"/>
    <w:rsid w:val="006620D9"/>
    <w:rsid w:val="00671958"/>
    <w:rsid w:val="00675843"/>
    <w:rsid w:val="00696477"/>
    <w:rsid w:val="006B6B58"/>
    <w:rsid w:val="006C5444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0DD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C17"/>
    <w:rsid w:val="007F1652"/>
    <w:rsid w:val="007F1BE9"/>
    <w:rsid w:val="007F4155"/>
    <w:rsid w:val="0081554D"/>
    <w:rsid w:val="0081707E"/>
    <w:rsid w:val="008449B3"/>
    <w:rsid w:val="00846F1B"/>
    <w:rsid w:val="0085747A"/>
    <w:rsid w:val="008815E5"/>
    <w:rsid w:val="00884922"/>
    <w:rsid w:val="00884A89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0A2"/>
    <w:rsid w:val="008F6E29"/>
    <w:rsid w:val="00916188"/>
    <w:rsid w:val="00923D7D"/>
    <w:rsid w:val="009508DF"/>
    <w:rsid w:val="00950DAC"/>
    <w:rsid w:val="00954A07"/>
    <w:rsid w:val="00956799"/>
    <w:rsid w:val="009770F8"/>
    <w:rsid w:val="00983D9E"/>
    <w:rsid w:val="00995C1F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C741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98C"/>
    <w:rsid w:val="00B8056E"/>
    <w:rsid w:val="00B819C8"/>
    <w:rsid w:val="00B82308"/>
    <w:rsid w:val="00B848DE"/>
    <w:rsid w:val="00B90885"/>
    <w:rsid w:val="00BB520A"/>
    <w:rsid w:val="00BD313D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123"/>
    <w:rsid w:val="00C67E92"/>
    <w:rsid w:val="00C70A26"/>
    <w:rsid w:val="00C71B45"/>
    <w:rsid w:val="00C7377E"/>
    <w:rsid w:val="00C766DF"/>
    <w:rsid w:val="00C772D2"/>
    <w:rsid w:val="00C94B98"/>
    <w:rsid w:val="00CA2B96"/>
    <w:rsid w:val="00CA5089"/>
    <w:rsid w:val="00CA73FF"/>
    <w:rsid w:val="00CA773C"/>
    <w:rsid w:val="00CB0A21"/>
    <w:rsid w:val="00CB42CB"/>
    <w:rsid w:val="00CD6897"/>
    <w:rsid w:val="00CE5BAC"/>
    <w:rsid w:val="00CF25BE"/>
    <w:rsid w:val="00CF78ED"/>
    <w:rsid w:val="00D02055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2CFA"/>
    <w:rsid w:val="00D8678B"/>
    <w:rsid w:val="00DA2114"/>
    <w:rsid w:val="00DA4EBE"/>
    <w:rsid w:val="00DB0B55"/>
    <w:rsid w:val="00DB6D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DA5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E84"/>
    <w:rsid w:val="00F526AF"/>
    <w:rsid w:val="00F617C3"/>
    <w:rsid w:val="00F7066B"/>
    <w:rsid w:val="00F83B28"/>
    <w:rsid w:val="00FA46E5"/>
    <w:rsid w:val="00FB45C4"/>
    <w:rsid w:val="00FB7DBA"/>
    <w:rsid w:val="00FC1C25"/>
    <w:rsid w:val="00FC3F45"/>
    <w:rsid w:val="00FC4DB7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815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3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39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21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4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4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517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705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311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9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98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49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028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2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5AD11-80EC-44B1-B1B9-1D56F24F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2021-01-11T14:42:00Z</dcterms:created>
  <dcterms:modified xsi:type="dcterms:W3CDTF">2022-02-23T12:35:00Z</dcterms:modified>
</cp:coreProperties>
</file>